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BFD0434-E08B-4A3D-ACC3-EDC1C2660C39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